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22" w:rsidRDefault="00900622" w:rsidP="0087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Номинация «История моей семьи в годы Великой Отечественной войны»</w:t>
      </w:r>
    </w:p>
    <w:p w:rsidR="00900622" w:rsidRDefault="00900622" w:rsidP="0087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0622" w:rsidRDefault="00900622" w:rsidP="0087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Они защищали Родину!</w:t>
      </w:r>
    </w:p>
    <w:p w:rsidR="00900622" w:rsidRPr="00AB673D" w:rsidRDefault="00900622" w:rsidP="00877BA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Близится памятная дата Памятная - для любого человека, уважающего историю своего народа. Думаю, что в нашей стране не найдется ни одной семьи, которую не затронули бы события Великой Отечественной войны. Участвовали ли непосредственно в военных действиях, обеспечивали ли бесперебойную работу тыловых предприятий – все являются созидателями Великой Победы!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своем сочинении я хотела бы рассказать о том, какое участие в завоевании Победы приняли мои  прадеды  – участники Великой войны.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Мои предки родом с Кубани, проживали в большой казацкой станице (ныне станица Успенская Белоглинского района Краснодарского края).   В большой крестьянской семье Хохловых в разные годы родились четверо сыновей, каждый из которых стал участником военных действий на различных фронтах. 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1912 году родился Хохлов Иван Кузьмич. До начала войны был простым крестьянином. В 1941 году его призвали в ряды Красной Армии. Попал в плен, по окончании войны был освобожден и реабилитирован. После вернулся и продолжил работать в родном колхозе.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1921 году родился Хохлов Александр Кузьмич. По окончании школы в родной станице был направлен для продолжения учебы в артиллерийское училище. Закончив его, ушел на фронт, где командовал зенитным полком. 16 апреля 1944 года геройски погиб в боях за освобождение Одессы.</w:t>
      </w:r>
    </w:p>
    <w:p w:rsidR="00900622" w:rsidRPr="004C2DB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1924 году родился Хохлов Николай Кузьмич</w:t>
      </w:r>
      <w:r w:rsidRPr="004C2D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DB2">
        <w:rPr>
          <w:rFonts w:ascii="Times New Roman" w:hAnsi="Times New Roman" w:cs="Times New Roman"/>
          <w:sz w:val="28"/>
          <w:szCs w:val="28"/>
        </w:rPr>
        <w:t xml:space="preserve">26 июня 1942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C2DB2">
        <w:rPr>
          <w:rFonts w:ascii="Times New Roman" w:hAnsi="Times New Roman" w:cs="Times New Roman"/>
          <w:sz w:val="28"/>
          <w:szCs w:val="28"/>
        </w:rPr>
        <w:t>он был призван в армию и направлен в Первое Краснодарское военно-пехотное училище. В это время положение на фронте было</w:t>
      </w:r>
      <w:r>
        <w:rPr>
          <w:rFonts w:ascii="Times New Roman" w:hAnsi="Times New Roman" w:cs="Times New Roman"/>
          <w:sz w:val="28"/>
          <w:szCs w:val="28"/>
        </w:rPr>
        <w:t xml:space="preserve"> крайне </w:t>
      </w:r>
      <w:r w:rsidRPr="004C2DB2">
        <w:rPr>
          <w:rFonts w:ascii="Times New Roman" w:hAnsi="Times New Roman" w:cs="Times New Roman"/>
          <w:sz w:val="28"/>
          <w:szCs w:val="28"/>
        </w:rPr>
        <w:t xml:space="preserve"> тяжелым. Шестого июля </w:t>
      </w:r>
      <w:r>
        <w:rPr>
          <w:rFonts w:ascii="Times New Roman" w:hAnsi="Times New Roman" w:cs="Times New Roman"/>
          <w:sz w:val="28"/>
          <w:szCs w:val="28"/>
        </w:rPr>
        <w:t xml:space="preserve">1942 года </w:t>
      </w:r>
      <w:r w:rsidRPr="004C2DB2">
        <w:rPr>
          <w:rFonts w:ascii="Times New Roman" w:hAnsi="Times New Roman" w:cs="Times New Roman"/>
          <w:sz w:val="28"/>
          <w:szCs w:val="28"/>
        </w:rPr>
        <w:t xml:space="preserve">немцы взяли Ростов-на-Дону. Седьмого июля </w:t>
      </w:r>
      <w:r>
        <w:rPr>
          <w:rFonts w:ascii="Times New Roman" w:hAnsi="Times New Roman" w:cs="Times New Roman"/>
          <w:sz w:val="28"/>
          <w:szCs w:val="28"/>
        </w:rPr>
        <w:t xml:space="preserve">Николай Кузьмич </w:t>
      </w:r>
      <w:r w:rsidRPr="004C2DB2">
        <w:rPr>
          <w:rFonts w:ascii="Times New Roman" w:hAnsi="Times New Roman" w:cs="Times New Roman"/>
          <w:sz w:val="28"/>
          <w:szCs w:val="28"/>
        </w:rPr>
        <w:t>прибыл в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(Краснодарский край)</w:t>
      </w:r>
      <w:r w:rsidRPr="004C2DB2">
        <w:rPr>
          <w:rFonts w:ascii="Times New Roman" w:hAnsi="Times New Roman" w:cs="Times New Roman"/>
          <w:sz w:val="28"/>
          <w:szCs w:val="28"/>
        </w:rPr>
        <w:t xml:space="preserve">. Он был зачислен в противотанковую батарею. 1 марта 1943 года состоялось его первое боевое </w:t>
      </w:r>
      <w:r>
        <w:rPr>
          <w:rFonts w:ascii="Times New Roman" w:hAnsi="Times New Roman" w:cs="Times New Roman"/>
          <w:sz w:val="28"/>
          <w:szCs w:val="28"/>
        </w:rPr>
        <w:t>крещение. Это была битва</w:t>
      </w:r>
      <w:r w:rsidRPr="004C2DB2">
        <w:rPr>
          <w:rFonts w:ascii="Times New Roman" w:hAnsi="Times New Roman" w:cs="Times New Roman"/>
          <w:sz w:val="28"/>
          <w:szCs w:val="28"/>
        </w:rPr>
        <w:t xml:space="preserve"> за станицы Петровскую и Красноармейскую. Больше месяца шли ожесточенные </w:t>
      </w:r>
      <w:r>
        <w:rPr>
          <w:rFonts w:ascii="Times New Roman" w:hAnsi="Times New Roman" w:cs="Times New Roman"/>
          <w:sz w:val="28"/>
          <w:szCs w:val="28"/>
        </w:rPr>
        <w:t xml:space="preserve">бои </w:t>
      </w:r>
      <w:r w:rsidRPr="004C2DB2">
        <w:rPr>
          <w:rFonts w:ascii="Times New Roman" w:hAnsi="Times New Roman" w:cs="Times New Roman"/>
          <w:sz w:val="28"/>
          <w:szCs w:val="28"/>
        </w:rPr>
        <w:t>на рубежах «Голубой линии»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C2DB2">
        <w:rPr>
          <w:rFonts w:ascii="Times New Roman" w:hAnsi="Times New Roman" w:cs="Times New Roman"/>
          <w:sz w:val="28"/>
          <w:szCs w:val="28"/>
        </w:rPr>
        <w:t>серия крупномасштабных сражений советской авиации с немецкой авиацией в апреле — июне 1943 года над низовьями р. Кубань, Таманским полуостровом и Новороссийском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C2D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Но судьба благоволила солдату: прадед получил только легкое ранение.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DB2">
        <w:rPr>
          <w:rFonts w:ascii="Times New Roman" w:hAnsi="Times New Roman" w:cs="Times New Roman"/>
          <w:sz w:val="28"/>
          <w:szCs w:val="28"/>
        </w:rPr>
        <w:t xml:space="preserve"> День Победы он встретил в Грозном, а потом был направлен на Западную Украину</w:t>
      </w:r>
      <w:r>
        <w:rPr>
          <w:rFonts w:ascii="Times New Roman" w:hAnsi="Times New Roman" w:cs="Times New Roman"/>
          <w:sz w:val="28"/>
          <w:szCs w:val="28"/>
        </w:rPr>
        <w:t xml:space="preserve"> - защищать мирное население от ба</w:t>
      </w:r>
      <w:r w:rsidRPr="004C2DB2">
        <w:rPr>
          <w:rFonts w:ascii="Times New Roman" w:hAnsi="Times New Roman" w:cs="Times New Roman"/>
          <w:sz w:val="28"/>
          <w:szCs w:val="28"/>
        </w:rPr>
        <w:t xml:space="preserve">ндеровцев.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4C2DB2">
        <w:rPr>
          <w:rFonts w:ascii="Times New Roman" w:hAnsi="Times New Roman" w:cs="Times New Roman"/>
          <w:sz w:val="28"/>
          <w:szCs w:val="28"/>
        </w:rPr>
        <w:t>в 1949 году вернулся домой.</w:t>
      </w:r>
      <w:r>
        <w:rPr>
          <w:rFonts w:ascii="Times New Roman" w:hAnsi="Times New Roman" w:cs="Times New Roman"/>
          <w:sz w:val="28"/>
          <w:szCs w:val="28"/>
        </w:rPr>
        <w:t xml:space="preserve"> В этом году Николай Кузьмич празднует свой 90-летний юбилей.</w:t>
      </w:r>
    </w:p>
    <w:p w:rsidR="00900622" w:rsidRPr="00247D24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отдельно мне хочется сказать о моем родном прадедушке.  Михаил Кузьмич Хохлов – самый старший из братьев, родился в 1907 году. Когда грянула война, он сразу попросился на фронт. У</w:t>
      </w:r>
      <w:r w:rsidRPr="00247D24">
        <w:rPr>
          <w:rFonts w:ascii="Times New Roman" w:hAnsi="Times New Roman" w:cs="Times New Roman"/>
          <w:sz w:val="28"/>
          <w:szCs w:val="28"/>
        </w:rPr>
        <w:t xml:space="preserve">шел  </w:t>
      </w:r>
      <w:r>
        <w:rPr>
          <w:rFonts w:ascii="Times New Roman" w:hAnsi="Times New Roman" w:cs="Times New Roman"/>
          <w:sz w:val="28"/>
          <w:szCs w:val="28"/>
        </w:rPr>
        <w:t xml:space="preserve">защищать Отечество </w:t>
      </w:r>
      <w:r w:rsidRPr="00247D24">
        <w:rPr>
          <w:rFonts w:ascii="Times New Roman" w:hAnsi="Times New Roman" w:cs="Times New Roman"/>
          <w:sz w:val="28"/>
          <w:szCs w:val="28"/>
        </w:rPr>
        <w:t>18 августа 1941 года.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Михаил Кузьмич сражался </w:t>
      </w:r>
      <w:r w:rsidRPr="00247D24">
        <w:rPr>
          <w:rFonts w:ascii="Times New Roman" w:hAnsi="Times New Roman" w:cs="Times New Roman"/>
          <w:sz w:val="28"/>
          <w:szCs w:val="28"/>
        </w:rPr>
        <w:t>в боях на Курско-Орловской дуге, принимал участие в Ясско-Кишеневской операции, получил ранение и был отправлен в полевой госпиталь, а по выздоровлени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47D24">
        <w:rPr>
          <w:rFonts w:ascii="Times New Roman" w:hAnsi="Times New Roman" w:cs="Times New Roman"/>
          <w:sz w:val="28"/>
          <w:szCs w:val="28"/>
        </w:rPr>
        <w:t xml:space="preserve"> возвратился в свою часть</w:t>
      </w:r>
      <w:r>
        <w:rPr>
          <w:rFonts w:ascii="Times New Roman" w:hAnsi="Times New Roman" w:cs="Times New Roman"/>
          <w:sz w:val="28"/>
          <w:szCs w:val="28"/>
        </w:rPr>
        <w:t>, где</w:t>
      </w:r>
      <w:r w:rsidRPr="00247D24">
        <w:rPr>
          <w:rFonts w:ascii="Times New Roman" w:hAnsi="Times New Roman" w:cs="Times New Roman"/>
          <w:sz w:val="28"/>
          <w:szCs w:val="28"/>
        </w:rPr>
        <w:t xml:space="preserve"> служи</w:t>
      </w:r>
      <w:r>
        <w:rPr>
          <w:rFonts w:ascii="Times New Roman" w:hAnsi="Times New Roman" w:cs="Times New Roman"/>
          <w:sz w:val="28"/>
          <w:szCs w:val="28"/>
        </w:rPr>
        <w:t>л до 1943 года.</w:t>
      </w:r>
      <w:r w:rsidRPr="00247D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Затем был направлен </w:t>
      </w:r>
      <w:r w:rsidRPr="00247D24">
        <w:rPr>
          <w:rFonts w:ascii="Times New Roman" w:hAnsi="Times New Roman" w:cs="Times New Roman"/>
          <w:sz w:val="28"/>
          <w:szCs w:val="28"/>
        </w:rPr>
        <w:t xml:space="preserve"> в войска РРК прорыва командиром батареи 112 полк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47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 дивизии</w:t>
      </w:r>
      <w:r w:rsidRPr="00247D24">
        <w:rPr>
          <w:rFonts w:ascii="Times New Roman" w:hAnsi="Times New Roman" w:cs="Times New Roman"/>
          <w:sz w:val="28"/>
          <w:szCs w:val="28"/>
        </w:rPr>
        <w:t>. Его войскам пришлось разрывать вражеское кольцо в Восточной Прусси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47D24">
        <w:rPr>
          <w:rFonts w:ascii="Times New Roman" w:hAnsi="Times New Roman" w:cs="Times New Roman"/>
          <w:sz w:val="28"/>
          <w:szCs w:val="28"/>
        </w:rPr>
        <w:t xml:space="preserve"> и штурмовать Кенигсберг. Там</w:t>
      </w:r>
      <w:r>
        <w:rPr>
          <w:rFonts w:ascii="Times New Roman" w:hAnsi="Times New Roman" w:cs="Times New Roman"/>
          <w:sz w:val="28"/>
          <w:szCs w:val="28"/>
        </w:rPr>
        <w:t xml:space="preserve"> он и услышал радостное слово «П</w:t>
      </w:r>
      <w:r w:rsidRPr="00247D24">
        <w:rPr>
          <w:rFonts w:ascii="Times New Roman" w:hAnsi="Times New Roman" w:cs="Times New Roman"/>
          <w:sz w:val="28"/>
          <w:szCs w:val="28"/>
        </w:rPr>
        <w:t xml:space="preserve">обеда»! </w:t>
      </w:r>
      <w:r>
        <w:rPr>
          <w:rFonts w:ascii="Times New Roman" w:hAnsi="Times New Roman" w:cs="Times New Roman"/>
          <w:sz w:val="28"/>
          <w:szCs w:val="28"/>
        </w:rPr>
        <w:t xml:space="preserve">Войну закончил в звании гвардии лейтенанта, имел большое количество боевых наград. Ушел из жизни на 94 году жизни. 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Наверное, «солдатское счастье» действительно существует: из четырех братьев трое вернулись домой и прожили долгую жизнь. Но каждый из них в трудную годину честно выполнил свой долг перед Родиной, не струсил, не отступил, не предал. Я горжусь своими прадедами, и не только я. Все мои близкие и дальние родственники знают о  боевых заслугах Хохловых и гордятся своими родовыми корнями.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моей семьи - один из тысяч. Рассказывая о подвигах своих дедов и прадедов, мы помогаем сохранить память о великих событиях, тем самым приумножая славу нашего оружия, нашей армии, нашей страны!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Гришина Мария 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6 группа</w:t>
      </w:r>
    </w:p>
    <w:p w:rsidR="00900622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Центр образования</w:t>
      </w:r>
    </w:p>
    <w:p w:rsidR="00900622" w:rsidRPr="009F0DBD" w:rsidRDefault="00900622" w:rsidP="00877BA5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Учитель Иванова Ю.В. </w:t>
      </w:r>
    </w:p>
    <w:sectPr w:rsidR="00900622" w:rsidRPr="009F0DBD" w:rsidSect="009470A3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F6E"/>
    <w:rsid w:val="00016DAD"/>
    <w:rsid w:val="000D54ED"/>
    <w:rsid w:val="001D2972"/>
    <w:rsid w:val="001D586C"/>
    <w:rsid w:val="00247D24"/>
    <w:rsid w:val="00296602"/>
    <w:rsid w:val="00324243"/>
    <w:rsid w:val="00396E8A"/>
    <w:rsid w:val="003A6BE2"/>
    <w:rsid w:val="00413457"/>
    <w:rsid w:val="004C2DB2"/>
    <w:rsid w:val="004E718B"/>
    <w:rsid w:val="0056746A"/>
    <w:rsid w:val="0062359D"/>
    <w:rsid w:val="006C2D84"/>
    <w:rsid w:val="00704162"/>
    <w:rsid w:val="0076289E"/>
    <w:rsid w:val="007639BA"/>
    <w:rsid w:val="00775A57"/>
    <w:rsid w:val="0078346D"/>
    <w:rsid w:val="007B2D59"/>
    <w:rsid w:val="007C6F6E"/>
    <w:rsid w:val="007D1E91"/>
    <w:rsid w:val="007E40AB"/>
    <w:rsid w:val="0081445F"/>
    <w:rsid w:val="00877BA5"/>
    <w:rsid w:val="00900622"/>
    <w:rsid w:val="0092683A"/>
    <w:rsid w:val="009470A3"/>
    <w:rsid w:val="009A01C1"/>
    <w:rsid w:val="009E1C3F"/>
    <w:rsid w:val="009F0DBD"/>
    <w:rsid w:val="00A76F02"/>
    <w:rsid w:val="00AB673D"/>
    <w:rsid w:val="00BB5C2C"/>
    <w:rsid w:val="00C836D8"/>
    <w:rsid w:val="00CB62F8"/>
    <w:rsid w:val="00D82F06"/>
    <w:rsid w:val="00DB6723"/>
    <w:rsid w:val="00DD6965"/>
    <w:rsid w:val="00DE03E0"/>
    <w:rsid w:val="00E14E4B"/>
    <w:rsid w:val="00E3441A"/>
    <w:rsid w:val="00E43BC8"/>
    <w:rsid w:val="00F30FCD"/>
    <w:rsid w:val="00F4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46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2</Pages>
  <Words>608</Words>
  <Characters>3470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Соловьева</cp:lastModifiedBy>
  <cp:revision>10</cp:revision>
  <cp:lastPrinted>2014-04-14T12:56:00Z</cp:lastPrinted>
  <dcterms:created xsi:type="dcterms:W3CDTF">2014-04-13T16:18:00Z</dcterms:created>
  <dcterms:modified xsi:type="dcterms:W3CDTF">2014-05-13T05:04:00Z</dcterms:modified>
</cp:coreProperties>
</file>